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4D7A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B207D7">
        <w:rPr>
          <w:rFonts w:ascii="Times New Roman" w:hAnsi="Times New Roman"/>
          <w:b/>
          <w:bCs/>
        </w:rPr>
        <w:tab/>
      </w:r>
      <w:r w:rsidR="00B207D7">
        <w:rPr>
          <w:rFonts w:ascii="Times New Roman" w:hAnsi="Times New Roman"/>
          <w:b/>
          <w:bCs/>
        </w:rPr>
        <w:tab/>
      </w:r>
    </w:p>
    <w:p w14:paraId="209291AA" w14:textId="77777777" w:rsidR="0085747A" w:rsidRPr="009C54AE" w:rsidRDefault="0085747A" w:rsidP="00B207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EAF8BB" w14:textId="4C75C38E" w:rsidR="00445970" w:rsidRPr="00EA4832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 w:rsidR="00445970">
        <w:rPr>
          <w:rFonts w:ascii="Corbel" w:hAnsi="Corbel"/>
          <w:sz w:val="20"/>
          <w:szCs w:val="20"/>
        </w:rPr>
        <w:t>R</w:t>
      </w:r>
      <w:r w:rsidR="0070073A">
        <w:rPr>
          <w:rFonts w:ascii="Corbel" w:hAnsi="Corbel"/>
          <w:sz w:val="20"/>
          <w:szCs w:val="20"/>
        </w:rPr>
        <w:t xml:space="preserve">ok akademicki   </w:t>
      </w:r>
      <w:r w:rsidR="00493083">
        <w:rPr>
          <w:rFonts w:ascii="Corbel" w:hAnsi="Corbel"/>
          <w:sz w:val="20"/>
          <w:szCs w:val="20"/>
        </w:rPr>
        <w:t>202</w:t>
      </w:r>
      <w:r w:rsidR="006B410F">
        <w:rPr>
          <w:rFonts w:ascii="Corbel" w:hAnsi="Corbel"/>
          <w:sz w:val="20"/>
          <w:szCs w:val="20"/>
        </w:rPr>
        <w:t>5</w:t>
      </w:r>
      <w:r w:rsidR="00493083">
        <w:rPr>
          <w:rFonts w:ascii="Corbel" w:hAnsi="Corbel"/>
          <w:sz w:val="20"/>
          <w:szCs w:val="20"/>
        </w:rPr>
        <w:t>/202</w:t>
      </w:r>
      <w:r w:rsidR="006B410F">
        <w:rPr>
          <w:rFonts w:ascii="Corbel" w:hAnsi="Corbel"/>
          <w:sz w:val="20"/>
          <w:szCs w:val="20"/>
        </w:rPr>
        <w:t>6</w:t>
      </w:r>
    </w:p>
    <w:p w14:paraId="1E54EC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0E8B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686D79" w14:textId="77777777" w:rsidTr="00B819C8">
        <w:tc>
          <w:tcPr>
            <w:tcW w:w="2694" w:type="dxa"/>
            <w:vAlign w:val="center"/>
          </w:tcPr>
          <w:p w14:paraId="3809E14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1504DC" w14:textId="14B06865" w:rsidR="0085747A" w:rsidRPr="009C54AE" w:rsidRDefault="00493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Seksualność, płciowość, reprodukcja</w:t>
            </w:r>
          </w:p>
        </w:tc>
      </w:tr>
      <w:tr w:rsidR="0085747A" w:rsidRPr="009C54AE" w14:paraId="47B465C4" w14:textId="77777777" w:rsidTr="00B819C8">
        <w:tc>
          <w:tcPr>
            <w:tcW w:w="2694" w:type="dxa"/>
            <w:vAlign w:val="center"/>
          </w:tcPr>
          <w:p w14:paraId="3C3C97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7B63E6" w14:textId="347B98B9" w:rsidR="0085747A" w:rsidRPr="009C54AE" w:rsidRDefault="006B41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77A1C718" w14:textId="77777777" w:rsidTr="00B819C8">
        <w:tc>
          <w:tcPr>
            <w:tcW w:w="2694" w:type="dxa"/>
            <w:vAlign w:val="center"/>
          </w:tcPr>
          <w:p w14:paraId="6EB0E9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03FA30" w14:textId="11BDABFC" w:rsidR="0085747A" w:rsidRPr="009C54AE" w:rsidRDefault="006B41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068409B7" w14:textId="77777777" w:rsidTr="00B819C8">
        <w:tc>
          <w:tcPr>
            <w:tcW w:w="2694" w:type="dxa"/>
            <w:vAlign w:val="center"/>
          </w:tcPr>
          <w:p w14:paraId="145FE4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D74522" w14:textId="00C303EF" w:rsidR="0085747A" w:rsidRPr="009C54AE" w:rsidRDefault="006B41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Medyczny</w:t>
            </w:r>
          </w:p>
        </w:tc>
      </w:tr>
      <w:tr w:rsidR="0085747A" w:rsidRPr="009C54AE" w14:paraId="2591D533" w14:textId="77777777" w:rsidTr="00B819C8">
        <w:tc>
          <w:tcPr>
            <w:tcW w:w="2694" w:type="dxa"/>
            <w:vAlign w:val="center"/>
          </w:tcPr>
          <w:p w14:paraId="127555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5337D6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19D17579" w14:textId="77777777" w:rsidTr="00B819C8">
        <w:tc>
          <w:tcPr>
            <w:tcW w:w="2694" w:type="dxa"/>
            <w:vAlign w:val="center"/>
          </w:tcPr>
          <w:p w14:paraId="66ACD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F9A23B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5F0678F6" w14:textId="77777777" w:rsidTr="00B819C8">
        <w:tc>
          <w:tcPr>
            <w:tcW w:w="2694" w:type="dxa"/>
            <w:vAlign w:val="center"/>
          </w:tcPr>
          <w:p w14:paraId="139453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5D36A7" w14:textId="77777777" w:rsidR="0085747A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3A1523" w14:textId="77777777" w:rsidTr="00B819C8">
        <w:tc>
          <w:tcPr>
            <w:tcW w:w="2694" w:type="dxa"/>
            <w:vAlign w:val="center"/>
          </w:tcPr>
          <w:p w14:paraId="165B5C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F73F09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7C97782" w14:textId="77777777" w:rsidTr="00B819C8">
        <w:tc>
          <w:tcPr>
            <w:tcW w:w="2694" w:type="dxa"/>
            <w:vAlign w:val="center"/>
          </w:tcPr>
          <w:p w14:paraId="2849A3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133448" w14:textId="7ADBB18F" w:rsidR="0085747A" w:rsidRPr="009C54AE" w:rsidRDefault="00745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zimowy</w:t>
            </w:r>
          </w:p>
        </w:tc>
      </w:tr>
      <w:tr w:rsidR="0085747A" w:rsidRPr="009C54AE" w14:paraId="54F9EEB6" w14:textId="77777777" w:rsidTr="00B819C8">
        <w:tc>
          <w:tcPr>
            <w:tcW w:w="2694" w:type="dxa"/>
            <w:vAlign w:val="center"/>
          </w:tcPr>
          <w:p w14:paraId="06FAAF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35974B" w14:textId="77777777" w:rsidR="0085747A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3FE80CE8" w14:textId="77777777" w:rsidTr="00B819C8">
        <w:tc>
          <w:tcPr>
            <w:tcW w:w="2694" w:type="dxa"/>
            <w:vAlign w:val="center"/>
          </w:tcPr>
          <w:p w14:paraId="1347AD7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D74111" w14:textId="77777777" w:rsidR="00923D7D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7B5C572" w14:textId="77777777" w:rsidTr="00B819C8">
        <w:tc>
          <w:tcPr>
            <w:tcW w:w="2694" w:type="dxa"/>
            <w:vAlign w:val="center"/>
          </w:tcPr>
          <w:p w14:paraId="4443F1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837894" w14:textId="39594F87" w:rsidR="0085747A" w:rsidRPr="009C54AE" w:rsidRDefault="00085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3083">
              <w:rPr>
                <w:rFonts w:ascii="Corbel" w:hAnsi="Corbel"/>
                <w:b w:val="0"/>
                <w:sz w:val="24"/>
                <w:szCs w:val="24"/>
              </w:rPr>
              <w:t>Sylwia Chmiel - Szajner</w:t>
            </w:r>
          </w:p>
        </w:tc>
      </w:tr>
      <w:tr w:rsidR="0085747A" w:rsidRPr="009C54AE" w14:paraId="23B5A807" w14:textId="77777777" w:rsidTr="00B819C8">
        <w:tc>
          <w:tcPr>
            <w:tcW w:w="2694" w:type="dxa"/>
            <w:vAlign w:val="center"/>
          </w:tcPr>
          <w:p w14:paraId="53646D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D02F5B" w14:textId="27FAE74B" w:rsidR="0085747A" w:rsidRPr="009C54AE" w:rsidRDefault="00085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3083">
              <w:rPr>
                <w:rFonts w:ascii="Corbel" w:hAnsi="Corbel"/>
                <w:b w:val="0"/>
                <w:sz w:val="24"/>
                <w:szCs w:val="24"/>
              </w:rPr>
              <w:t>Sylwia Chmiel - Szajner</w:t>
            </w:r>
          </w:p>
        </w:tc>
      </w:tr>
    </w:tbl>
    <w:p w14:paraId="0AFBD29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CA87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B39C6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8338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4D2A5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C8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D7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16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0D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DE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216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A0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77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61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5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66B73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C2B3" w14:textId="5937BF6C" w:rsidR="00015B8F" w:rsidRPr="009C54AE" w:rsidRDefault="00745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zimowy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3ED9" w14:textId="702EFB55" w:rsidR="00015B8F" w:rsidRPr="009C54AE" w:rsidRDefault="004930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BA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54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AE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92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9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65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07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C558" w14:textId="4AB77178" w:rsidR="00015B8F" w:rsidRPr="009C54AE" w:rsidRDefault="00745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562A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BB0C8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DCD68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20104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B1D55F4" w14:textId="4BDB13B5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3083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7723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8D04E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031645" w14:textId="440E5310" w:rsidR="009C54AE" w:rsidRDefault="00B207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zaliczenie</w:t>
      </w:r>
      <w:r w:rsidR="004A5CC0">
        <w:rPr>
          <w:rFonts w:ascii="Corbel" w:hAnsi="Corbel"/>
          <w:b w:val="0"/>
          <w:szCs w:val="24"/>
        </w:rPr>
        <w:t xml:space="preserve"> bez oceny</w:t>
      </w:r>
      <w:r>
        <w:rPr>
          <w:rFonts w:ascii="Corbel" w:hAnsi="Corbel"/>
          <w:b w:val="0"/>
          <w:szCs w:val="24"/>
        </w:rPr>
        <w:t xml:space="preserve"> </w:t>
      </w:r>
    </w:p>
    <w:p w14:paraId="127A3FE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2CEB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314B03" w14:textId="77777777" w:rsidTr="00745302">
        <w:tc>
          <w:tcPr>
            <w:tcW w:w="9670" w:type="dxa"/>
          </w:tcPr>
          <w:p w14:paraId="79A55816" w14:textId="787CC569" w:rsidR="0085747A" w:rsidRPr="009C54AE" w:rsidRDefault="004930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ma wiedzę z zakresu dojrzewania psychospołecznego</w:t>
            </w:r>
            <w:r w:rsidR="00FB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biologicznego człowieka</w:t>
            </w:r>
            <w:r w:rsidR="00FB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podstawowym poziomie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Wie jakie są </w:t>
            </w:r>
            <w:r w:rsidR="004A5C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zapobiegania chorobom przenoszonym drogą płciową</w:t>
            </w:r>
            <w:r w:rsidR="00FB16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917983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3765E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D4DF6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02488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A4468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817E151" w14:textId="77777777" w:rsidTr="00923D7D">
        <w:tc>
          <w:tcPr>
            <w:tcW w:w="851" w:type="dxa"/>
            <w:vAlign w:val="center"/>
          </w:tcPr>
          <w:p w14:paraId="4E3224F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22BD1" w14:textId="23D7637A" w:rsidR="0085747A" w:rsidRPr="009C54AE" w:rsidRDefault="00EE68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FB1603">
              <w:rPr>
                <w:rFonts w:ascii="Corbel" w:hAnsi="Corbel"/>
                <w:b w:val="0"/>
                <w:sz w:val="24"/>
                <w:szCs w:val="24"/>
              </w:rPr>
              <w:t xml:space="preserve"> wymiarami seksualności człowieka, pojęciem orientacji i tożsamości seksualnej</w:t>
            </w:r>
            <w:r w:rsidR="00085624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proofErr w:type="spellStart"/>
            <w:r w:rsidR="00085624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="00085624">
              <w:rPr>
                <w:rFonts w:ascii="Corbel" w:hAnsi="Corbel"/>
                <w:b w:val="0"/>
                <w:sz w:val="24"/>
                <w:szCs w:val="24"/>
              </w:rPr>
              <w:t xml:space="preserve"> seksualnych w odniesieniu do koncepcji normy w seksuologii.</w:t>
            </w:r>
          </w:p>
        </w:tc>
      </w:tr>
      <w:tr w:rsidR="0085747A" w:rsidRPr="009C54AE" w14:paraId="55539E76" w14:textId="77777777" w:rsidTr="00923D7D">
        <w:tc>
          <w:tcPr>
            <w:tcW w:w="851" w:type="dxa"/>
            <w:vAlign w:val="center"/>
          </w:tcPr>
          <w:p w14:paraId="272BCBF3" w14:textId="2524F26F" w:rsidR="0085747A" w:rsidRPr="009C54AE" w:rsidRDefault="00FB160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3BF5DA" w14:textId="5FD9C71F" w:rsidR="0085747A" w:rsidRPr="009C54AE" w:rsidRDefault="00FB16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informacji na temat różnorodności funkcjonowania w zakresie płciowości i wypracowanie postawy akceptującej wobec osób transpłciowych i nie</w:t>
            </w:r>
            <w:r w:rsidR="00085624">
              <w:rPr>
                <w:rFonts w:ascii="Corbel" w:hAnsi="Corbel"/>
                <w:b w:val="0"/>
                <w:sz w:val="24"/>
                <w:szCs w:val="24"/>
              </w:rPr>
              <w:t>bi</w:t>
            </w:r>
            <w:r>
              <w:rPr>
                <w:rFonts w:ascii="Corbel" w:hAnsi="Corbel"/>
                <w:b w:val="0"/>
                <w:sz w:val="24"/>
                <w:szCs w:val="24"/>
              </w:rPr>
              <w:t>narnych.</w:t>
            </w:r>
          </w:p>
        </w:tc>
      </w:tr>
    </w:tbl>
    <w:p w14:paraId="72E49D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74DAD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8FC217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3DB2788" w14:textId="77777777" w:rsidTr="0071620A">
        <w:tc>
          <w:tcPr>
            <w:tcW w:w="1701" w:type="dxa"/>
            <w:vAlign w:val="center"/>
          </w:tcPr>
          <w:p w14:paraId="2B9D28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174A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385820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43AC49E" w14:textId="77777777" w:rsidTr="005E6E85">
        <w:tc>
          <w:tcPr>
            <w:tcW w:w="1701" w:type="dxa"/>
          </w:tcPr>
          <w:p w14:paraId="59885B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F1B03D4" w14:textId="3040A4B1" w:rsidR="0085747A" w:rsidRPr="009C54AE" w:rsidRDefault="00B676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na temat seksualności człowieka</w:t>
            </w:r>
            <w:r w:rsidR="009D514B">
              <w:rPr>
                <w:rFonts w:ascii="Corbel" w:hAnsi="Corbel"/>
                <w:b w:val="0"/>
                <w:smallCaps w:val="0"/>
                <w:szCs w:val="24"/>
              </w:rPr>
              <w:t xml:space="preserve"> i zaburzeń z nią związanych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A6EB5A2" w14:textId="6543593F" w:rsidR="0085747A" w:rsidRPr="009C54AE" w:rsidRDefault="00B676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E.W21</w:t>
            </w:r>
          </w:p>
        </w:tc>
      </w:tr>
      <w:tr w:rsidR="0085747A" w:rsidRPr="009C54AE" w14:paraId="2C9B2FD0" w14:textId="77777777" w:rsidTr="005E6E85">
        <w:tc>
          <w:tcPr>
            <w:tcW w:w="1701" w:type="dxa"/>
          </w:tcPr>
          <w:p w14:paraId="0D95C7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05F06B" w14:textId="7B3C7E2C" w:rsidR="0085747A" w:rsidRPr="00B67657" w:rsidRDefault="0008562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</w:rPr>
              <w:t xml:space="preserve">Student posiada wiedzę na temat możliwości wyrażania płci i funkcjonowania psychospołecznego osób transpłciowych i niebinarnych </w:t>
            </w:r>
          </w:p>
        </w:tc>
        <w:tc>
          <w:tcPr>
            <w:tcW w:w="1873" w:type="dxa"/>
          </w:tcPr>
          <w:p w14:paraId="6CE51D1F" w14:textId="40FBA23F" w:rsidR="0085747A" w:rsidRPr="00B676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</w:tbl>
    <w:p w14:paraId="08D8E9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6FC74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F3D72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366DAF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50E30C" w14:textId="77777777" w:rsidTr="00923D7D">
        <w:tc>
          <w:tcPr>
            <w:tcW w:w="9639" w:type="dxa"/>
          </w:tcPr>
          <w:p w14:paraId="1BEAA1E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6D9F09A" w14:textId="77777777" w:rsidTr="00923D7D">
        <w:tc>
          <w:tcPr>
            <w:tcW w:w="9639" w:type="dxa"/>
          </w:tcPr>
          <w:p w14:paraId="21230094" w14:textId="108C1CA3" w:rsidR="0085747A" w:rsidRPr="009C54AE" w:rsidRDefault="004A5C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Orientacja seksualna a tożsamość seksualna. </w:t>
            </w:r>
            <w:r w:rsidR="00FB1603">
              <w:rPr>
                <w:rFonts w:ascii="Corbel" w:hAnsi="Corbel"/>
                <w:sz w:val="24"/>
                <w:szCs w:val="24"/>
              </w:rPr>
              <w:t>Nietolerancja wobec mniejszości sek</w:t>
            </w:r>
            <w:r w:rsidR="00085624">
              <w:rPr>
                <w:rFonts w:ascii="Corbel" w:hAnsi="Corbel"/>
                <w:sz w:val="24"/>
                <w:szCs w:val="24"/>
              </w:rPr>
              <w:t>s</w:t>
            </w:r>
            <w:r w:rsidR="00FB1603">
              <w:rPr>
                <w:rFonts w:ascii="Corbel" w:hAnsi="Corbel"/>
                <w:sz w:val="24"/>
                <w:szCs w:val="24"/>
              </w:rPr>
              <w:t>ualnych.</w:t>
            </w:r>
          </w:p>
        </w:tc>
      </w:tr>
      <w:tr w:rsidR="0085747A" w:rsidRPr="009C54AE" w14:paraId="73D5F823" w14:textId="77777777" w:rsidTr="00923D7D">
        <w:tc>
          <w:tcPr>
            <w:tcW w:w="9639" w:type="dxa"/>
          </w:tcPr>
          <w:p w14:paraId="68C1957E" w14:textId="77777777" w:rsidR="009D514B" w:rsidRDefault="00EE287F" w:rsidP="00B676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Tożsamość płciowa i jej </w:t>
            </w:r>
            <w:r w:rsidR="00B67657">
              <w:rPr>
                <w:rFonts w:ascii="Corbel" w:hAnsi="Corbel"/>
                <w:sz w:val="24"/>
                <w:szCs w:val="24"/>
              </w:rPr>
              <w:t xml:space="preserve">atrybuty. </w:t>
            </w:r>
            <w:r w:rsidR="00EE68B3">
              <w:rPr>
                <w:rFonts w:ascii="Corbel" w:hAnsi="Corbel"/>
                <w:sz w:val="24"/>
                <w:szCs w:val="24"/>
              </w:rPr>
              <w:t>Dysforia.</w:t>
            </w:r>
            <w:r w:rsidR="009D34E1">
              <w:rPr>
                <w:rFonts w:ascii="Corbel" w:hAnsi="Corbel"/>
                <w:sz w:val="24"/>
                <w:szCs w:val="24"/>
              </w:rPr>
              <w:t xml:space="preserve"> Niezgodność płciowa.</w:t>
            </w:r>
            <w:r w:rsidR="00EE68B3">
              <w:rPr>
                <w:rFonts w:ascii="Corbel" w:hAnsi="Corbel"/>
                <w:sz w:val="24"/>
                <w:szCs w:val="24"/>
              </w:rPr>
              <w:t xml:space="preserve"> Transpłciowość.</w:t>
            </w:r>
            <w:r w:rsidR="009D514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F01EB0" w14:textId="6590F9AF" w:rsidR="00B67657" w:rsidRPr="00B67657" w:rsidRDefault="009D514B" w:rsidP="00B676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Niebinarność.</w:t>
            </w:r>
          </w:p>
        </w:tc>
      </w:tr>
      <w:tr w:rsidR="0085747A" w:rsidRPr="009C54AE" w14:paraId="1761B1F7" w14:textId="77777777" w:rsidTr="00923D7D">
        <w:tc>
          <w:tcPr>
            <w:tcW w:w="9639" w:type="dxa"/>
          </w:tcPr>
          <w:p w14:paraId="729D4B61" w14:textId="5FB6A132" w:rsidR="0085747A" w:rsidRPr="009C54AE" w:rsidRDefault="00EE68B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Norma a zgoda. Preferencje seksualne. Parafilia a zaburzenie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parafilne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EE68B3" w:rsidRPr="009C54AE" w14:paraId="6251D3A4" w14:textId="77777777" w:rsidTr="00923D7D">
        <w:tc>
          <w:tcPr>
            <w:tcW w:w="9639" w:type="dxa"/>
          </w:tcPr>
          <w:p w14:paraId="29E571F7" w14:textId="67EAC775" w:rsidR="00EE68B3" w:rsidRDefault="00EE68B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seksualne i prawa reprodukcyjne. Konteksty zagadnienia.</w:t>
            </w:r>
          </w:p>
        </w:tc>
      </w:tr>
    </w:tbl>
    <w:p w14:paraId="19F50F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6423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A9DAD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ADF10D" w14:textId="77777777" w:rsidTr="00923D7D">
        <w:tc>
          <w:tcPr>
            <w:tcW w:w="9639" w:type="dxa"/>
          </w:tcPr>
          <w:p w14:paraId="2C3E577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806990C" w14:textId="77777777" w:rsidTr="00923D7D">
        <w:tc>
          <w:tcPr>
            <w:tcW w:w="9639" w:type="dxa"/>
          </w:tcPr>
          <w:p w14:paraId="22057FDA" w14:textId="77777777" w:rsidR="0085747A" w:rsidRPr="009C54AE" w:rsidRDefault="00B207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31D166CF" w14:textId="77777777" w:rsidTr="00923D7D">
        <w:tc>
          <w:tcPr>
            <w:tcW w:w="9639" w:type="dxa"/>
          </w:tcPr>
          <w:p w14:paraId="402A4CCF" w14:textId="77777777" w:rsidR="0085747A" w:rsidRPr="009C54AE" w:rsidRDefault="00B207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4B56DB3F" w14:textId="77777777" w:rsidTr="00923D7D">
        <w:tc>
          <w:tcPr>
            <w:tcW w:w="9639" w:type="dxa"/>
          </w:tcPr>
          <w:p w14:paraId="4961E339" w14:textId="77777777" w:rsidR="0085747A" w:rsidRPr="009C54AE" w:rsidRDefault="00B207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E25DC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77A23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97A487" w14:textId="694F4F83" w:rsidR="0085747A" w:rsidRPr="009C54AE" w:rsidRDefault="004A5CC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 z prezentacją multimedialną</w:t>
      </w:r>
    </w:p>
    <w:p w14:paraId="518F8285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098EF9F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D19384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B91B032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F2160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DC121" w14:textId="77777777" w:rsidR="00B207D7" w:rsidRDefault="00B207D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6C56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9CF3BD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8390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F137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B72E39D" w14:textId="77777777" w:rsidTr="00C05F44">
        <w:tc>
          <w:tcPr>
            <w:tcW w:w="1985" w:type="dxa"/>
            <w:vAlign w:val="center"/>
          </w:tcPr>
          <w:p w14:paraId="09F7C2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0E3928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578FBE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D64322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E586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E8DD4EA" w14:textId="77777777" w:rsidTr="00C05F44">
        <w:tc>
          <w:tcPr>
            <w:tcW w:w="1985" w:type="dxa"/>
          </w:tcPr>
          <w:p w14:paraId="5192BB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51DCFD7" w14:textId="7E44F671" w:rsidR="0085747A" w:rsidRPr="000F640B" w:rsidRDefault="000F64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4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3BB2BD7" w14:textId="22AA3CD1" w:rsidR="0085747A" w:rsidRPr="009C54AE" w:rsidRDefault="004A5C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F640B" w:rsidRPr="009C54AE" w14:paraId="4906F363" w14:textId="77777777" w:rsidTr="00C05F44">
        <w:tc>
          <w:tcPr>
            <w:tcW w:w="1985" w:type="dxa"/>
          </w:tcPr>
          <w:p w14:paraId="422DC782" w14:textId="77777777" w:rsidR="000F640B" w:rsidRPr="009C54AE" w:rsidRDefault="000F640B" w:rsidP="000F6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4BB066" w14:textId="5701857A" w:rsidR="000F640B" w:rsidRPr="009C54AE" w:rsidRDefault="000F640B" w:rsidP="000F6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4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FBB21A7" w14:textId="77EBEACD" w:rsidR="000F640B" w:rsidRPr="009C54AE" w:rsidRDefault="000F640B" w:rsidP="000F6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2AB3F03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19E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D504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D174C6" w14:textId="77777777" w:rsidTr="00923D7D">
        <w:tc>
          <w:tcPr>
            <w:tcW w:w="9670" w:type="dxa"/>
          </w:tcPr>
          <w:p w14:paraId="36106BC8" w14:textId="08E30EE3" w:rsidR="0085747A" w:rsidRPr="009C54AE" w:rsidRDefault="000F64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i aktywność podczas zajęć.</w:t>
            </w:r>
          </w:p>
          <w:p w14:paraId="2F03A668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13B9F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798D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5CDC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53DD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2983F92" w14:textId="77777777" w:rsidTr="003E1941">
        <w:tc>
          <w:tcPr>
            <w:tcW w:w="4962" w:type="dxa"/>
            <w:vAlign w:val="center"/>
          </w:tcPr>
          <w:p w14:paraId="066556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BA6A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5F70CFD" w14:textId="77777777" w:rsidTr="00923D7D">
        <w:tc>
          <w:tcPr>
            <w:tcW w:w="4962" w:type="dxa"/>
          </w:tcPr>
          <w:p w14:paraId="45CB86F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C04F9FC" w14:textId="7A6AABA3" w:rsidR="0085747A" w:rsidRPr="009C54AE" w:rsidRDefault="000F64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013AAF6" w14:textId="77777777" w:rsidTr="00923D7D">
        <w:tc>
          <w:tcPr>
            <w:tcW w:w="4962" w:type="dxa"/>
          </w:tcPr>
          <w:p w14:paraId="01BA3A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744B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8060EF" w14:textId="694795EE" w:rsidR="00C61DC5" w:rsidRPr="009C54AE" w:rsidRDefault="000F64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01D8185" w14:textId="77777777" w:rsidTr="00923D7D">
        <w:tc>
          <w:tcPr>
            <w:tcW w:w="4962" w:type="dxa"/>
          </w:tcPr>
          <w:p w14:paraId="2D9255B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1EE35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A7CC851" w14:textId="4FFB3BB3" w:rsidR="00C61DC5" w:rsidRPr="009C54AE" w:rsidRDefault="000F64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1BC0514" w14:textId="77777777" w:rsidTr="00923D7D">
        <w:tc>
          <w:tcPr>
            <w:tcW w:w="4962" w:type="dxa"/>
          </w:tcPr>
          <w:p w14:paraId="36FED11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A7357E" w14:textId="29D88F56" w:rsidR="0085747A" w:rsidRPr="009C54AE" w:rsidRDefault="000F64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9C54AE" w14:paraId="724D1972" w14:textId="77777777" w:rsidTr="00923D7D">
        <w:tc>
          <w:tcPr>
            <w:tcW w:w="4962" w:type="dxa"/>
          </w:tcPr>
          <w:p w14:paraId="551BB61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258A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D6307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0DF70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BCC4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D685A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A32205F" w14:textId="77777777" w:rsidTr="0071620A">
        <w:trPr>
          <w:trHeight w:val="397"/>
        </w:trPr>
        <w:tc>
          <w:tcPr>
            <w:tcW w:w="3544" w:type="dxa"/>
          </w:tcPr>
          <w:p w14:paraId="27609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01AAB80" w14:textId="6F415021" w:rsidR="0085747A" w:rsidRPr="009C54AE" w:rsidRDefault="000F64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5DFD572" w14:textId="77777777" w:rsidTr="0071620A">
        <w:trPr>
          <w:trHeight w:val="397"/>
        </w:trPr>
        <w:tc>
          <w:tcPr>
            <w:tcW w:w="3544" w:type="dxa"/>
          </w:tcPr>
          <w:p w14:paraId="5010B2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95335A" w14:textId="32EC458B" w:rsidR="0085747A" w:rsidRPr="009C54AE" w:rsidRDefault="000F64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70C30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9F6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58C16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5466EF1" w14:textId="77777777" w:rsidTr="0071620A">
        <w:trPr>
          <w:trHeight w:val="397"/>
        </w:trPr>
        <w:tc>
          <w:tcPr>
            <w:tcW w:w="7513" w:type="dxa"/>
          </w:tcPr>
          <w:p w14:paraId="5716ECE0" w14:textId="77777777" w:rsidR="000F64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0F64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FC2A230" w14:textId="258A2318" w:rsidR="0085747A" w:rsidRDefault="000F64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 – Starowicz M., Lew – Starowicz Z.,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Skrzypulec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Plinta V. (red.) (2017). Seksuologia. Warszawa: Wydawnictwo Lekarskie PZWL.</w:t>
            </w:r>
          </w:p>
          <w:p w14:paraId="3F7121C4" w14:textId="05C79288" w:rsidR="000F640B" w:rsidRDefault="000F64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Dragan W.Ł.,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 (2020). Orientacja seksualna źródła i konteksty. Warszawa: Wydawnictwo naukowe Scholar.</w:t>
            </w:r>
          </w:p>
          <w:p w14:paraId="575B74E4" w14:textId="43B8BF62" w:rsidR="000F640B" w:rsidRDefault="009D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Grabski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Mijas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Dora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 (2020). Dysforia i niezgodność płciowa. Warszawa: Wydawnictwo Lekarskie PZWL.</w:t>
            </w:r>
          </w:p>
          <w:p w14:paraId="0FFF6EB2" w14:textId="3E59A2AD" w:rsidR="000F640B" w:rsidRPr="009C54AE" w:rsidRDefault="000F64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58DACF3" w14:textId="77777777" w:rsidTr="0071620A">
        <w:trPr>
          <w:trHeight w:val="397"/>
        </w:trPr>
        <w:tc>
          <w:tcPr>
            <w:tcW w:w="7513" w:type="dxa"/>
          </w:tcPr>
          <w:p w14:paraId="27C857F3" w14:textId="77777777" w:rsidR="00EE68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A1AE9F2" w14:textId="50F32D64" w:rsidR="00EE68B3" w:rsidRPr="00EE68B3" w:rsidRDefault="00EE68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Niemczyk A.(2020). Aseksualność czwarta orientacja. Gdynia</w:t>
            </w:r>
            <w:r w:rsidR="009D514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No</w:t>
            </w:r>
            <w:r w:rsidR="009D34E1">
              <w:rPr>
                <w:rFonts w:ascii="Corbel" w:hAnsi="Corbel"/>
                <w:b w:val="0"/>
                <w:smallCaps w:val="0"/>
                <w:szCs w:val="24"/>
              </w:rPr>
              <w:t>vae</w:t>
            </w:r>
            <w:proofErr w:type="spellEnd"/>
            <w:r w:rsidR="009D34E1">
              <w:rPr>
                <w:rFonts w:ascii="Corbel" w:hAnsi="Corbel"/>
                <w:b w:val="0"/>
                <w:smallCaps w:val="0"/>
                <w:szCs w:val="24"/>
              </w:rPr>
              <w:t xml:space="preserve"> Res.</w:t>
            </w:r>
          </w:p>
        </w:tc>
      </w:tr>
    </w:tbl>
    <w:p w14:paraId="6730BD6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DF95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6CA6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8ED34" w14:textId="77777777" w:rsidR="00EE68AF" w:rsidRDefault="00EE68AF" w:rsidP="00C16ABF">
      <w:pPr>
        <w:spacing w:after="0" w:line="240" w:lineRule="auto"/>
      </w:pPr>
      <w:r>
        <w:separator/>
      </w:r>
    </w:p>
  </w:endnote>
  <w:endnote w:type="continuationSeparator" w:id="0">
    <w:p w14:paraId="19DB7021" w14:textId="77777777" w:rsidR="00EE68AF" w:rsidRDefault="00EE68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61E0C" w14:textId="77777777" w:rsidR="00EE68AF" w:rsidRDefault="00EE68AF" w:rsidP="00C16ABF">
      <w:pPr>
        <w:spacing w:after="0" w:line="240" w:lineRule="auto"/>
      </w:pPr>
      <w:r>
        <w:separator/>
      </w:r>
    </w:p>
  </w:footnote>
  <w:footnote w:type="continuationSeparator" w:id="0">
    <w:p w14:paraId="2FCD3E7D" w14:textId="77777777" w:rsidR="00EE68AF" w:rsidRDefault="00EE68AF" w:rsidP="00C16ABF">
      <w:pPr>
        <w:spacing w:after="0" w:line="240" w:lineRule="auto"/>
      </w:pPr>
      <w:r>
        <w:continuationSeparator/>
      </w:r>
    </w:p>
  </w:footnote>
  <w:footnote w:id="1">
    <w:p w14:paraId="6E0DBE4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298163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C4"/>
    <w:rsid w:val="00070ED6"/>
    <w:rsid w:val="000742DC"/>
    <w:rsid w:val="00084C12"/>
    <w:rsid w:val="00085624"/>
    <w:rsid w:val="00090471"/>
    <w:rsid w:val="0009462C"/>
    <w:rsid w:val="00094B12"/>
    <w:rsid w:val="00096C46"/>
    <w:rsid w:val="000A296F"/>
    <w:rsid w:val="000A2A28"/>
    <w:rsid w:val="000A7E95"/>
    <w:rsid w:val="000B192D"/>
    <w:rsid w:val="000B28EE"/>
    <w:rsid w:val="000B3E37"/>
    <w:rsid w:val="000D04B0"/>
    <w:rsid w:val="000F1C57"/>
    <w:rsid w:val="000F5615"/>
    <w:rsid w:val="000F640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126"/>
    <w:rsid w:val="003C0BAE"/>
    <w:rsid w:val="003D18A9"/>
    <w:rsid w:val="003D6CE2"/>
    <w:rsid w:val="003E1941"/>
    <w:rsid w:val="003E2FE6"/>
    <w:rsid w:val="003E49D5"/>
    <w:rsid w:val="003F38C0"/>
    <w:rsid w:val="00413AA3"/>
    <w:rsid w:val="00414E3C"/>
    <w:rsid w:val="00416D85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083"/>
    <w:rsid w:val="004968E2"/>
    <w:rsid w:val="004A3EEA"/>
    <w:rsid w:val="004A4D1F"/>
    <w:rsid w:val="004A5CC0"/>
    <w:rsid w:val="004D5282"/>
    <w:rsid w:val="004F1551"/>
    <w:rsid w:val="004F1722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6CE0"/>
    <w:rsid w:val="006018D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10F"/>
    <w:rsid w:val="006D050F"/>
    <w:rsid w:val="006D3AB7"/>
    <w:rsid w:val="006D6139"/>
    <w:rsid w:val="006E5D65"/>
    <w:rsid w:val="006F1282"/>
    <w:rsid w:val="006F1FBC"/>
    <w:rsid w:val="006F31E2"/>
    <w:rsid w:val="0070073A"/>
    <w:rsid w:val="00706544"/>
    <w:rsid w:val="007072BA"/>
    <w:rsid w:val="0071620A"/>
    <w:rsid w:val="00724677"/>
    <w:rsid w:val="00725459"/>
    <w:rsid w:val="007327BD"/>
    <w:rsid w:val="00734608"/>
    <w:rsid w:val="00745302"/>
    <w:rsid w:val="00745A58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D5"/>
    <w:rsid w:val="007F1652"/>
    <w:rsid w:val="007F4155"/>
    <w:rsid w:val="0081554D"/>
    <w:rsid w:val="0081707E"/>
    <w:rsid w:val="00831634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216"/>
    <w:rsid w:val="009508DF"/>
    <w:rsid w:val="00950DAC"/>
    <w:rsid w:val="00954A07"/>
    <w:rsid w:val="009874FA"/>
    <w:rsid w:val="00997F14"/>
    <w:rsid w:val="009A78D9"/>
    <w:rsid w:val="009C1331"/>
    <w:rsid w:val="009C3E31"/>
    <w:rsid w:val="009C54AE"/>
    <w:rsid w:val="009C788E"/>
    <w:rsid w:val="009D34E1"/>
    <w:rsid w:val="009D514B"/>
    <w:rsid w:val="009E3B41"/>
    <w:rsid w:val="009F232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D7"/>
    <w:rsid w:val="00B3130B"/>
    <w:rsid w:val="00B40ADB"/>
    <w:rsid w:val="00B43B77"/>
    <w:rsid w:val="00B43E80"/>
    <w:rsid w:val="00B607DB"/>
    <w:rsid w:val="00B66529"/>
    <w:rsid w:val="00B67657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04B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87F"/>
    <w:rsid w:val="00EE32DE"/>
    <w:rsid w:val="00EE5457"/>
    <w:rsid w:val="00EE68AF"/>
    <w:rsid w:val="00EE68B3"/>
    <w:rsid w:val="00F070AB"/>
    <w:rsid w:val="00F17567"/>
    <w:rsid w:val="00F27A7B"/>
    <w:rsid w:val="00F526AF"/>
    <w:rsid w:val="00F617C3"/>
    <w:rsid w:val="00F7066B"/>
    <w:rsid w:val="00F83B28"/>
    <w:rsid w:val="00FA46E5"/>
    <w:rsid w:val="00FB1603"/>
    <w:rsid w:val="00FB7DBA"/>
    <w:rsid w:val="00FC1C25"/>
    <w:rsid w:val="00FC3F45"/>
    <w:rsid w:val="00FD503F"/>
    <w:rsid w:val="00FD7589"/>
    <w:rsid w:val="00FD7D9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316D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80F59-4976-47F3-A827-5F156559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Jakub Kwak</cp:lastModifiedBy>
  <cp:revision>2</cp:revision>
  <cp:lastPrinted>2021-12-13T11:23:00Z</cp:lastPrinted>
  <dcterms:created xsi:type="dcterms:W3CDTF">2025-10-07T12:43:00Z</dcterms:created>
  <dcterms:modified xsi:type="dcterms:W3CDTF">2025-10-07T12:43:00Z</dcterms:modified>
</cp:coreProperties>
</file>